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4712F30-AA66-4E72-9251-9534989D1B40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